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 - NOWA.docx</dmsv2BaseFileName>
    <dmsv2BaseDisplayName xmlns="http://schemas.microsoft.com/sharepoint/v3">Załącznik nr 6 do SWZ - Wzór umowy powierzenia przetwarzania danych - NOWA</dmsv2BaseDisplayName>
    <dmsv2SWPP2ObjectNumber xmlns="http://schemas.microsoft.com/sharepoint/v3">POST/DYS/OLD/GZ/04586/2025                        </dmsv2SWPP2ObjectNumber>
    <dmsv2SWPP2SumMD5 xmlns="http://schemas.microsoft.com/sharepoint/v3">cb086002f2f4aa8b5eb6d8be99993cb0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24024324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JEUP5JKVCYQC-1133723987-28328</_dlc_DocId>
    <_dlc_DocIdUrl xmlns="a19cb1c7-c5c7-46d4-85ae-d83685407bba">
      <Url>https://swpp2.dms.gkpge.pl/sites/41/_layouts/15/DocIdRedir.aspx?ID=JEUP5JKVCYQC-1133723987-28328</Url>
      <Description>JEUP5JKVCYQC-1133723987-28328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C22A818C-FD1F-4B4E-A060-390091F29FDB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7DEC633-7272-4590-9C4B-112795A6B697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745fd341-5df1-4aeb-80e0-00bf7fdb6019</vt:lpwstr>
  </property>
</Properties>
</file>